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977" w:rsidRPr="00A72977" w:rsidRDefault="00A72977" w:rsidP="00A72977">
      <w:pPr>
        <w:rPr>
          <w:rFonts w:asciiTheme="minorEastAsia" w:eastAsiaTheme="minorEastAsia" w:hAnsiTheme="minorEastAsia" w:cs="Meiryo UI"/>
          <w:sz w:val="20"/>
          <w:szCs w:val="20"/>
        </w:rPr>
      </w:pPr>
    </w:p>
    <w:p w:rsidR="00AF6D0A" w:rsidRPr="00DF2472" w:rsidRDefault="009C6284" w:rsidP="00DF2472">
      <w:pPr>
        <w:jc w:val="center"/>
        <w:rPr>
          <w:rFonts w:asciiTheme="minorEastAsia" w:eastAsiaTheme="minorEastAsia" w:hAnsiTheme="minorEastAsia" w:cs="Meiryo UI"/>
          <w:sz w:val="28"/>
          <w:szCs w:val="28"/>
        </w:rPr>
      </w:pPr>
      <w:r w:rsidRPr="00EC6E4A">
        <w:rPr>
          <w:rFonts w:asciiTheme="minorEastAsia" w:eastAsiaTheme="minorEastAsia" w:hAnsiTheme="minorEastAsia" w:cs="Meiryo UI" w:hint="eastAsia"/>
          <w:sz w:val="28"/>
          <w:szCs w:val="28"/>
        </w:rPr>
        <w:t>企業グループ</w:t>
      </w:r>
      <w:r w:rsidR="00D12277" w:rsidRPr="00EC6E4A">
        <w:rPr>
          <w:rFonts w:asciiTheme="minorEastAsia" w:eastAsiaTheme="minorEastAsia" w:hAnsiTheme="minorEastAsia" w:cs="Meiryo UI" w:hint="eastAsia"/>
          <w:sz w:val="28"/>
          <w:szCs w:val="28"/>
        </w:rPr>
        <w:t>構成</w:t>
      </w:r>
      <w:r w:rsidR="006654C0" w:rsidRPr="00EC6E4A">
        <w:rPr>
          <w:rFonts w:asciiTheme="minorEastAsia" w:eastAsiaTheme="minorEastAsia" w:hAnsiTheme="minorEastAsia" w:cs="Meiryo UI" w:hint="eastAsia"/>
          <w:sz w:val="28"/>
          <w:szCs w:val="28"/>
        </w:rPr>
        <w:t>書</w:t>
      </w:r>
    </w:p>
    <w:p w:rsidR="00AF6D0A" w:rsidRPr="00EC6E4A" w:rsidRDefault="00AF6D0A" w:rsidP="00AF6D0A">
      <w:pPr>
        <w:jc w:val="left"/>
        <w:rPr>
          <w:rFonts w:asciiTheme="minorEastAsia" w:eastAsiaTheme="minorEastAsia" w:hAnsiTheme="minorEastAsia" w:cs="Meiryo UI"/>
          <w:sz w:val="22"/>
          <w:szCs w:val="22"/>
        </w:rPr>
      </w:pPr>
    </w:p>
    <w:p w:rsidR="00AF6D0A" w:rsidRPr="00EC6E4A" w:rsidRDefault="00B037CA" w:rsidP="00872C05">
      <w:pPr>
        <w:wordWrap w:val="0"/>
        <w:ind w:firstLineChars="2900" w:firstLine="6380"/>
        <w:jc w:val="right"/>
        <w:rPr>
          <w:rFonts w:asciiTheme="minorEastAsia" w:eastAsiaTheme="minorEastAsia" w:hAnsiTheme="minorEastAsia" w:cs="Meiryo UI"/>
          <w:sz w:val="22"/>
          <w:szCs w:val="22"/>
        </w:rPr>
      </w:pP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>令和</w:t>
      </w:r>
      <w:r w:rsidR="00AF6D0A" w:rsidRPr="00EC6E4A">
        <w:rPr>
          <w:rFonts w:asciiTheme="minorEastAsia" w:eastAsiaTheme="minorEastAsia" w:hAnsiTheme="minorEastAsia" w:cs="Meiryo UI" w:hint="eastAsia"/>
          <w:sz w:val="22"/>
          <w:szCs w:val="22"/>
        </w:rPr>
        <w:t xml:space="preserve">　　年　　月　　日</w:t>
      </w:r>
      <w:r w:rsidR="00872C05">
        <w:rPr>
          <w:rFonts w:asciiTheme="minorEastAsia" w:eastAsiaTheme="minorEastAsia" w:hAnsiTheme="minorEastAsia" w:cs="Meiryo UI" w:hint="eastAsia"/>
          <w:sz w:val="22"/>
          <w:szCs w:val="22"/>
        </w:rPr>
        <w:t xml:space="preserve">　　</w:t>
      </w:r>
    </w:p>
    <w:p w:rsidR="00AF6D0A" w:rsidRPr="00EC6E4A" w:rsidRDefault="006815B8" w:rsidP="007125E5">
      <w:pPr>
        <w:ind w:firstLineChars="100" w:firstLine="220"/>
        <w:rPr>
          <w:rFonts w:asciiTheme="minorEastAsia" w:eastAsiaTheme="minorEastAsia" w:hAnsiTheme="minorEastAsia" w:cs="Meiryo UI"/>
          <w:sz w:val="22"/>
          <w:szCs w:val="22"/>
        </w:rPr>
      </w:pP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>倉敷市長</w:t>
      </w:r>
      <w:r w:rsidR="00C04908" w:rsidRPr="00EC6E4A">
        <w:rPr>
          <w:rFonts w:asciiTheme="minorEastAsia" w:eastAsiaTheme="minorEastAsia" w:hAnsiTheme="minorEastAsia" w:cs="Meiryo UI" w:hint="eastAsia"/>
          <w:sz w:val="22"/>
          <w:szCs w:val="22"/>
        </w:rPr>
        <w:t xml:space="preserve">　</w:t>
      </w:r>
      <w:r w:rsidR="00EC6E4A">
        <w:rPr>
          <w:rFonts w:asciiTheme="minorEastAsia" w:eastAsiaTheme="minorEastAsia" w:hAnsiTheme="minorEastAsia" w:cs="Meiryo UI" w:hint="eastAsia"/>
          <w:sz w:val="22"/>
          <w:szCs w:val="22"/>
        </w:rPr>
        <w:t>あて</w:t>
      </w:r>
    </w:p>
    <w:p w:rsidR="00AF6D0A" w:rsidRPr="00EC6E4A" w:rsidRDefault="00AF6D0A" w:rsidP="00AF6D0A">
      <w:pPr>
        <w:jc w:val="left"/>
        <w:rPr>
          <w:rFonts w:asciiTheme="minorEastAsia" w:eastAsiaTheme="minorEastAsia" w:hAnsiTheme="minorEastAsia" w:cs="Meiryo UI"/>
          <w:sz w:val="22"/>
          <w:szCs w:val="22"/>
        </w:rPr>
      </w:pPr>
    </w:p>
    <w:p w:rsidR="00AD0C9A" w:rsidRPr="00EC6E4A" w:rsidRDefault="00DF2472" w:rsidP="00DF2472">
      <w:pPr>
        <w:overflowPunct w:val="0"/>
        <w:ind w:firstLineChars="300" w:firstLine="660"/>
        <w:rPr>
          <w:rFonts w:asciiTheme="minorEastAsia" w:eastAsiaTheme="minorEastAsia" w:hAnsiTheme="minorEastAsia" w:cs="Meiryo UI"/>
          <w:sz w:val="22"/>
          <w:szCs w:val="22"/>
        </w:rPr>
      </w:pPr>
      <w:r>
        <w:rPr>
          <w:rFonts w:asciiTheme="minorEastAsia" w:eastAsiaTheme="minorEastAsia" w:hAnsiTheme="minorEastAsia" w:cs="Meiryo UI" w:hint="eastAsia"/>
          <w:sz w:val="22"/>
          <w:szCs w:val="22"/>
        </w:rPr>
        <w:t>外国人相談窓口業務</w:t>
      </w:r>
      <w:r w:rsidR="00BC572A">
        <w:rPr>
          <w:rFonts w:asciiTheme="minorEastAsia" w:eastAsiaTheme="minorEastAsia" w:hAnsiTheme="minorEastAsia" w:cs="Meiryo UI" w:hint="eastAsia"/>
          <w:sz w:val="22"/>
          <w:szCs w:val="22"/>
        </w:rPr>
        <w:t>の運営</w:t>
      </w:r>
      <w:bookmarkStart w:id="0" w:name="_GoBack"/>
      <w:bookmarkEnd w:id="0"/>
      <w:r w:rsidR="00D12277" w:rsidRPr="00EC6E4A">
        <w:rPr>
          <w:rFonts w:asciiTheme="minorEastAsia" w:eastAsiaTheme="minorEastAsia" w:hAnsiTheme="minorEastAsia" w:cs="Meiryo UI" w:hint="eastAsia"/>
          <w:sz w:val="22"/>
          <w:szCs w:val="22"/>
        </w:rPr>
        <w:t>に関して</w:t>
      </w:r>
      <w:r w:rsidR="009577BD">
        <w:rPr>
          <w:rFonts w:asciiTheme="minorEastAsia" w:eastAsiaTheme="minorEastAsia" w:hAnsiTheme="minorEastAsia" w:cs="Meiryo UI" w:hint="eastAsia"/>
          <w:sz w:val="22"/>
          <w:szCs w:val="22"/>
        </w:rPr>
        <w:t>、</w:t>
      </w:r>
      <w:r w:rsidR="00D12277" w:rsidRPr="00EC6E4A">
        <w:rPr>
          <w:rFonts w:asciiTheme="minorEastAsia" w:eastAsiaTheme="minorEastAsia" w:hAnsiTheme="minorEastAsia" w:cs="Meiryo UI" w:hint="eastAsia"/>
          <w:sz w:val="22"/>
          <w:szCs w:val="22"/>
        </w:rPr>
        <w:t>次のとおり</w:t>
      </w:r>
      <w:r w:rsidR="009C6284" w:rsidRPr="00EC6E4A">
        <w:rPr>
          <w:rFonts w:asciiTheme="minorEastAsia" w:eastAsiaTheme="minorEastAsia" w:hAnsiTheme="minorEastAsia" w:cs="Meiryo UI" w:hint="eastAsia"/>
          <w:sz w:val="22"/>
          <w:szCs w:val="22"/>
        </w:rPr>
        <w:t>企業グループ</w:t>
      </w:r>
      <w:r w:rsidR="00D12277" w:rsidRPr="00EC6E4A">
        <w:rPr>
          <w:rFonts w:asciiTheme="minorEastAsia" w:eastAsiaTheme="minorEastAsia" w:hAnsiTheme="minorEastAsia" w:cs="Meiryo UI" w:hint="eastAsia"/>
          <w:sz w:val="22"/>
          <w:szCs w:val="22"/>
        </w:rPr>
        <w:t>を構成し参加します。</w:t>
      </w:r>
    </w:p>
    <w:tbl>
      <w:tblPr>
        <w:tblW w:w="8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8"/>
        <w:gridCol w:w="1439"/>
        <w:gridCol w:w="3102"/>
        <w:gridCol w:w="79"/>
        <w:gridCol w:w="1440"/>
        <w:gridCol w:w="14"/>
        <w:gridCol w:w="1570"/>
      </w:tblGrid>
      <w:tr w:rsidR="00C10EC8" w:rsidRPr="00EC6E4A">
        <w:trPr>
          <w:trHeight w:val="351"/>
          <w:jc w:val="center"/>
        </w:trPr>
        <w:tc>
          <w:tcPr>
            <w:tcW w:w="2497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10EC8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企業グループ名</w:t>
            </w:r>
          </w:p>
        </w:tc>
        <w:tc>
          <w:tcPr>
            <w:tcW w:w="6205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C10EC8" w:rsidRPr="00EC6E4A">
        <w:trPr>
          <w:cantSplit/>
          <w:trHeight w:val="509"/>
          <w:jc w:val="center"/>
        </w:trPr>
        <w:tc>
          <w:tcPr>
            <w:tcW w:w="1058" w:type="dxa"/>
            <w:vMerge w:val="restart"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代表企業</w:t>
            </w: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商号又は</w:t>
            </w:r>
          </w:p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名　　　称</w:t>
            </w:r>
          </w:p>
        </w:tc>
        <w:tc>
          <w:tcPr>
            <w:tcW w:w="4621" w:type="dxa"/>
            <w:gridSpan w:val="3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印</w:t>
            </w:r>
          </w:p>
        </w:tc>
      </w:tr>
      <w:tr w:rsidR="00C10EC8" w:rsidRPr="00EC6E4A">
        <w:trPr>
          <w:cantSplit/>
          <w:trHeight w:val="323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所　在　地</w:t>
            </w:r>
          </w:p>
        </w:tc>
        <w:tc>
          <w:tcPr>
            <w:tcW w:w="4621" w:type="dxa"/>
            <w:gridSpan w:val="3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C10EC8" w:rsidRPr="00EC6E4A">
        <w:trPr>
          <w:cantSplit/>
          <w:trHeight w:val="305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代表者氏名</w:t>
            </w:r>
          </w:p>
        </w:tc>
        <w:tc>
          <w:tcPr>
            <w:tcW w:w="4621" w:type="dxa"/>
            <w:gridSpan w:val="3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C10EC8" w:rsidRPr="00EC6E4A">
        <w:trPr>
          <w:cantSplit/>
          <w:trHeight w:val="288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連　絡　先</w:t>
            </w:r>
          </w:p>
        </w:tc>
        <w:tc>
          <w:tcPr>
            <w:tcW w:w="3181" w:type="dxa"/>
            <w:gridSpan w:val="2"/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電話：</w:t>
            </w:r>
          </w:p>
        </w:tc>
        <w:tc>
          <w:tcPr>
            <w:tcW w:w="3024" w:type="dxa"/>
            <w:gridSpan w:val="3"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/>
                <w:sz w:val="21"/>
                <w:szCs w:val="21"/>
              </w:rPr>
              <w:t>F</w:t>
            </w: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AX：</w:t>
            </w:r>
          </w:p>
        </w:tc>
      </w:tr>
      <w:tr w:rsidR="00C10EC8" w:rsidRPr="00EC6E4A">
        <w:trPr>
          <w:cantSplit/>
          <w:trHeight w:val="299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担　当　者</w:t>
            </w:r>
          </w:p>
        </w:tc>
        <w:tc>
          <w:tcPr>
            <w:tcW w:w="3181" w:type="dxa"/>
            <w:gridSpan w:val="2"/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所属：</w:t>
            </w:r>
          </w:p>
        </w:tc>
        <w:tc>
          <w:tcPr>
            <w:tcW w:w="3024" w:type="dxa"/>
            <w:gridSpan w:val="3"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氏名：</w:t>
            </w:r>
          </w:p>
        </w:tc>
      </w:tr>
      <w:tr w:rsidR="00C10EC8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 xml:space="preserve">　Ｅ-mail</w:t>
            </w:r>
          </w:p>
        </w:tc>
        <w:tc>
          <w:tcPr>
            <w:tcW w:w="6205" w:type="dxa"/>
            <w:gridSpan w:val="5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C10EC8" w:rsidRPr="00EC6E4A">
        <w:trPr>
          <w:cantSplit/>
          <w:trHeight w:val="254"/>
          <w:jc w:val="center"/>
        </w:trPr>
        <w:tc>
          <w:tcPr>
            <w:tcW w:w="105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役割</w:t>
            </w:r>
          </w:p>
        </w:tc>
        <w:tc>
          <w:tcPr>
            <w:tcW w:w="6205" w:type="dxa"/>
            <w:gridSpan w:val="5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9C6284" w:rsidRPr="00EC6E4A">
        <w:trPr>
          <w:cantSplit/>
          <w:trHeight w:val="597"/>
          <w:jc w:val="center"/>
        </w:trPr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構成員</w:t>
            </w:r>
          </w:p>
        </w:tc>
        <w:tc>
          <w:tcPr>
            <w:tcW w:w="1439" w:type="dxa"/>
            <w:tcBorders>
              <w:top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商号又は</w:t>
            </w:r>
          </w:p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名　　　称</w:t>
            </w:r>
          </w:p>
        </w:tc>
        <w:tc>
          <w:tcPr>
            <w:tcW w:w="4621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印</w:t>
            </w:r>
          </w:p>
        </w:tc>
      </w:tr>
      <w:tr w:rsidR="009C6284" w:rsidRPr="00EC6E4A">
        <w:trPr>
          <w:cantSplit/>
          <w:trHeight w:val="420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所　在　地</w:t>
            </w:r>
          </w:p>
        </w:tc>
        <w:tc>
          <w:tcPr>
            <w:tcW w:w="462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9C6284" w:rsidRPr="00EC6E4A">
        <w:trPr>
          <w:cantSplit/>
          <w:trHeight w:val="333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代表者氏名</w:t>
            </w:r>
          </w:p>
        </w:tc>
        <w:tc>
          <w:tcPr>
            <w:tcW w:w="4621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C10EC8" w:rsidRPr="00EC6E4A">
        <w:trPr>
          <w:cantSplit/>
          <w:trHeight w:val="329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連　絡　先</w:t>
            </w:r>
          </w:p>
        </w:tc>
        <w:tc>
          <w:tcPr>
            <w:tcW w:w="3181" w:type="dxa"/>
            <w:gridSpan w:val="2"/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電話：</w:t>
            </w:r>
          </w:p>
        </w:tc>
        <w:tc>
          <w:tcPr>
            <w:tcW w:w="3024" w:type="dxa"/>
            <w:gridSpan w:val="3"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/>
                <w:sz w:val="21"/>
                <w:szCs w:val="21"/>
              </w:rPr>
              <w:t>F</w:t>
            </w: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AX：</w:t>
            </w:r>
          </w:p>
        </w:tc>
      </w:tr>
      <w:tr w:rsidR="00C10EC8" w:rsidRPr="00EC6E4A">
        <w:trPr>
          <w:cantSplit/>
          <w:trHeight w:val="326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担　当　者</w:t>
            </w:r>
          </w:p>
        </w:tc>
        <w:tc>
          <w:tcPr>
            <w:tcW w:w="3181" w:type="dxa"/>
            <w:gridSpan w:val="2"/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所属：</w:t>
            </w:r>
          </w:p>
        </w:tc>
        <w:tc>
          <w:tcPr>
            <w:tcW w:w="3024" w:type="dxa"/>
            <w:gridSpan w:val="3"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氏名：</w:t>
            </w:r>
          </w:p>
        </w:tc>
      </w:tr>
      <w:tr w:rsidR="00C10EC8" w:rsidRPr="00EC6E4A">
        <w:trPr>
          <w:cantSplit/>
          <w:trHeight w:val="309"/>
          <w:jc w:val="center"/>
        </w:trPr>
        <w:tc>
          <w:tcPr>
            <w:tcW w:w="1058" w:type="dxa"/>
            <w:vMerge/>
            <w:tcBorders>
              <w:left w:val="single" w:sz="8" w:space="0" w:color="auto"/>
              <w:bottom w:val="nil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 xml:space="preserve">　Ｅ-mail</w:t>
            </w:r>
          </w:p>
        </w:tc>
        <w:tc>
          <w:tcPr>
            <w:tcW w:w="6205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C10EC8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役割</w:t>
            </w:r>
          </w:p>
        </w:tc>
        <w:tc>
          <w:tcPr>
            <w:tcW w:w="6205" w:type="dxa"/>
            <w:gridSpan w:val="5"/>
            <w:tcBorders>
              <w:right w:val="single" w:sz="8" w:space="0" w:color="auto"/>
            </w:tcBorders>
            <w:vAlign w:val="center"/>
          </w:tcPr>
          <w:p w:rsidR="00C10EC8" w:rsidRPr="00EC6E4A" w:rsidRDefault="00C10EC8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9C6284" w:rsidRPr="00EC6E4A">
        <w:trPr>
          <w:cantSplit/>
          <w:trHeight w:val="281"/>
          <w:jc w:val="center"/>
        </w:trPr>
        <w:tc>
          <w:tcPr>
            <w:tcW w:w="1058" w:type="dxa"/>
            <w:vMerge w:val="restart"/>
            <w:tcBorders>
              <w:lef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構成員</w:t>
            </w: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商号又は</w:t>
            </w:r>
          </w:p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名　　　称</w:t>
            </w:r>
          </w:p>
        </w:tc>
        <w:tc>
          <w:tcPr>
            <w:tcW w:w="4635" w:type="dxa"/>
            <w:gridSpan w:val="4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70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印</w:t>
            </w:r>
          </w:p>
        </w:tc>
      </w:tr>
      <w:tr w:rsidR="009C6284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所　在　地</w:t>
            </w:r>
          </w:p>
        </w:tc>
        <w:tc>
          <w:tcPr>
            <w:tcW w:w="4635" w:type="dxa"/>
            <w:gridSpan w:val="4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9C6284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代表者氏名</w:t>
            </w:r>
          </w:p>
        </w:tc>
        <w:tc>
          <w:tcPr>
            <w:tcW w:w="4635" w:type="dxa"/>
            <w:gridSpan w:val="4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  <w:tc>
          <w:tcPr>
            <w:tcW w:w="157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C6284" w:rsidRPr="00EC6E4A" w:rsidRDefault="009C6284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E2437A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連　絡　先</w:t>
            </w:r>
          </w:p>
        </w:tc>
        <w:tc>
          <w:tcPr>
            <w:tcW w:w="310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電話：</w:t>
            </w:r>
          </w:p>
        </w:tc>
        <w:tc>
          <w:tcPr>
            <w:tcW w:w="3103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/>
                <w:sz w:val="21"/>
                <w:szCs w:val="21"/>
              </w:rPr>
              <w:t>F</w:t>
            </w: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AX：</w:t>
            </w:r>
          </w:p>
        </w:tc>
      </w:tr>
      <w:tr w:rsidR="00E2437A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担　当　者</w:t>
            </w:r>
          </w:p>
        </w:tc>
        <w:tc>
          <w:tcPr>
            <w:tcW w:w="310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所属：</w:t>
            </w:r>
          </w:p>
        </w:tc>
        <w:tc>
          <w:tcPr>
            <w:tcW w:w="3103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1"/>
                <w:szCs w:val="21"/>
              </w:rPr>
              <w:t>氏名：</w:t>
            </w:r>
          </w:p>
        </w:tc>
      </w:tr>
      <w:tr w:rsidR="00E2437A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 xml:space="preserve">　Ｅ-mail</w:t>
            </w:r>
          </w:p>
        </w:tc>
        <w:tc>
          <w:tcPr>
            <w:tcW w:w="6205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  <w:tr w:rsidR="00E2437A" w:rsidRPr="00EC6E4A">
        <w:trPr>
          <w:cantSplit/>
          <w:trHeight w:val="281"/>
          <w:jc w:val="center"/>
        </w:trPr>
        <w:tc>
          <w:tcPr>
            <w:tcW w:w="105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</w:p>
        </w:tc>
        <w:tc>
          <w:tcPr>
            <w:tcW w:w="1439" w:type="dxa"/>
            <w:tcBorders>
              <w:bottom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2"/>
                <w:szCs w:val="22"/>
              </w:rPr>
            </w:pPr>
            <w:r w:rsidRPr="00EC6E4A">
              <w:rPr>
                <w:rFonts w:asciiTheme="minorEastAsia" w:eastAsiaTheme="minorEastAsia" w:hAnsiTheme="minorEastAsia" w:cs="Meiryo UI" w:hint="eastAsia"/>
                <w:sz w:val="22"/>
                <w:szCs w:val="22"/>
              </w:rPr>
              <w:t>役割</w:t>
            </w:r>
          </w:p>
        </w:tc>
        <w:tc>
          <w:tcPr>
            <w:tcW w:w="6205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2437A" w:rsidRPr="00EC6E4A" w:rsidRDefault="00E2437A" w:rsidP="00E2437A">
            <w:pPr>
              <w:pStyle w:val="a3"/>
              <w:jc w:val="center"/>
              <w:rPr>
                <w:rFonts w:asciiTheme="minorEastAsia" w:eastAsiaTheme="minorEastAsia" w:hAnsiTheme="minorEastAsia" w:cs="Meiryo UI"/>
                <w:sz w:val="21"/>
                <w:szCs w:val="21"/>
              </w:rPr>
            </w:pPr>
          </w:p>
        </w:tc>
      </w:tr>
    </w:tbl>
    <w:p w:rsidR="00E2437A" w:rsidRPr="00EC6E4A" w:rsidRDefault="00E2437A" w:rsidP="00E2437A">
      <w:pPr>
        <w:pStyle w:val="a3"/>
        <w:rPr>
          <w:rFonts w:asciiTheme="minorEastAsia" w:eastAsiaTheme="minorEastAsia" w:hAnsiTheme="minorEastAsia" w:cs="Meiryo UI"/>
          <w:sz w:val="22"/>
          <w:szCs w:val="22"/>
        </w:rPr>
      </w:pP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>注１　「構成員」欄が不足する場合は</w:t>
      </w:r>
      <w:r w:rsidR="009577BD">
        <w:rPr>
          <w:rFonts w:asciiTheme="minorEastAsia" w:eastAsiaTheme="minorEastAsia" w:hAnsiTheme="minorEastAsia" w:cs="Meiryo UI" w:hint="eastAsia"/>
          <w:sz w:val="22"/>
          <w:szCs w:val="22"/>
        </w:rPr>
        <w:t>、</w:t>
      </w: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>適宜</w:t>
      </w:r>
      <w:r w:rsidR="009577BD">
        <w:rPr>
          <w:rFonts w:asciiTheme="minorEastAsia" w:eastAsiaTheme="minorEastAsia" w:hAnsiTheme="minorEastAsia" w:cs="Meiryo UI" w:hint="eastAsia"/>
          <w:sz w:val="22"/>
          <w:szCs w:val="22"/>
        </w:rPr>
        <w:t>、</w:t>
      </w: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>用紙を追加すること（割印を押印すること）。</w:t>
      </w:r>
    </w:p>
    <w:p w:rsidR="00E2437A" w:rsidRPr="00EC6E4A" w:rsidRDefault="00E2437A" w:rsidP="00E2437A">
      <w:pPr>
        <w:pStyle w:val="a3"/>
        <w:ind w:rightChars="-88" w:right="-185"/>
        <w:rPr>
          <w:rFonts w:asciiTheme="minorEastAsia" w:eastAsiaTheme="minorEastAsia" w:hAnsiTheme="minorEastAsia" w:cs="Meiryo UI"/>
          <w:sz w:val="22"/>
          <w:szCs w:val="22"/>
        </w:rPr>
      </w:pP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 xml:space="preserve">  ２　「役割」欄には</w:t>
      </w:r>
      <w:r w:rsidR="009577BD">
        <w:rPr>
          <w:rFonts w:asciiTheme="minorEastAsia" w:eastAsiaTheme="minorEastAsia" w:hAnsiTheme="minorEastAsia" w:cs="Meiryo UI" w:hint="eastAsia"/>
          <w:sz w:val="22"/>
          <w:szCs w:val="22"/>
        </w:rPr>
        <w:t>、</w:t>
      </w:r>
      <w:r w:rsidR="009C6284" w:rsidRPr="00EC6E4A">
        <w:rPr>
          <w:rFonts w:asciiTheme="minorEastAsia" w:eastAsiaTheme="minorEastAsia" w:hAnsiTheme="minorEastAsia" w:cs="Meiryo UI" w:hint="eastAsia"/>
          <w:sz w:val="22"/>
          <w:szCs w:val="22"/>
        </w:rPr>
        <w:t>企業グループ</w:t>
      </w:r>
      <w:r w:rsidRPr="00EC6E4A">
        <w:rPr>
          <w:rFonts w:asciiTheme="minorEastAsia" w:eastAsiaTheme="minorEastAsia" w:hAnsiTheme="minorEastAsia" w:cs="Meiryo UI" w:hint="eastAsia"/>
          <w:sz w:val="22"/>
          <w:szCs w:val="22"/>
        </w:rPr>
        <w:t>の役割（本業務における役割）を簡潔に記載すること。</w:t>
      </w:r>
    </w:p>
    <w:sectPr w:rsidR="00E2437A" w:rsidRPr="00EC6E4A" w:rsidSect="00832B78">
      <w:headerReference w:type="default" r:id="rId7"/>
      <w:pgSz w:w="11906" w:h="16838"/>
      <w:pgMar w:top="1440" w:right="1080" w:bottom="1440" w:left="1080" w:header="907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AFF" w:rsidRDefault="00AE6AFF" w:rsidP="00AE6AFF">
      <w:r>
        <w:separator/>
      </w:r>
    </w:p>
  </w:endnote>
  <w:endnote w:type="continuationSeparator" w:id="0">
    <w:p w:rsidR="00AE6AFF" w:rsidRDefault="00AE6AFF" w:rsidP="00AE6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AFF" w:rsidRDefault="00AE6AFF" w:rsidP="00AE6AFF">
      <w:r>
        <w:separator/>
      </w:r>
    </w:p>
  </w:footnote>
  <w:footnote w:type="continuationSeparator" w:id="0">
    <w:p w:rsidR="00AE6AFF" w:rsidRDefault="00AE6AFF" w:rsidP="00AE6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036" w:rsidRDefault="00832B78" w:rsidP="00F84036">
    <w:pPr>
      <w:jc w:val="right"/>
    </w:pPr>
    <w:r>
      <w:rPr>
        <w:rFonts w:hint="eastAsia"/>
      </w:rPr>
      <w:t>【</w:t>
    </w:r>
    <w:r w:rsidRPr="00D16FF9">
      <w:rPr>
        <w:rFonts w:hint="eastAsia"/>
      </w:rPr>
      <w:t>様式</w:t>
    </w:r>
    <w:r>
      <w:rPr>
        <w:rFonts w:hint="eastAsia"/>
      </w:rPr>
      <w:t>４】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EC5"/>
    <w:rsid w:val="000200B2"/>
    <w:rsid w:val="000218A2"/>
    <w:rsid w:val="0004738B"/>
    <w:rsid w:val="0004739A"/>
    <w:rsid w:val="00054B1D"/>
    <w:rsid w:val="00055818"/>
    <w:rsid w:val="00057B9D"/>
    <w:rsid w:val="00071AF9"/>
    <w:rsid w:val="00094087"/>
    <w:rsid w:val="000A7B9B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2B0E"/>
    <w:rsid w:val="0010436E"/>
    <w:rsid w:val="00105F2E"/>
    <w:rsid w:val="001116B8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7988"/>
    <w:rsid w:val="001C08A4"/>
    <w:rsid w:val="001C0BC8"/>
    <w:rsid w:val="001C1511"/>
    <w:rsid w:val="001D0F68"/>
    <w:rsid w:val="001D7607"/>
    <w:rsid w:val="001E2655"/>
    <w:rsid w:val="001E514A"/>
    <w:rsid w:val="001E68ED"/>
    <w:rsid w:val="001F333E"/>
    <w:rsid w:val="001F3D32"/>
    <w:rsid w:val="001F697B"/>
    <w:rsid w:val="00207D82"/>
    <w:rsid w:val="002132C1"/>
    <w:rsid w:val="00214B73"/>
    <w:rsid w:val="00225992"/>
    <w:rsid w:val="00226A63"/>
    <w:rsid w:val="00241435"/>
    <w:rsid w:val="00256452"/>
    <w:rsid w:val="00270FE0"/>
    <w:rsid w:val="002825AA"/>
    <w:rsid w:val="00292F78"/>
    <w:rsid w:val="002A17A2"/>
    <w:rsid w:val="002B0A6B"/>
    <w:rsid w:val="002B7493"/>
    <w:rsid w:val="002C011A"/>
    <w:rsid w:val="002E20B9"/>
    <w:rsid w:val="002F7324"/>
    <w:rsid w:val="00302C95"/>
    <w:rsid w:val="0030674E"/>
    <w:rsid w:val="003142D8"/>
    <w:rsid w:val="003150AB"/>
    <w:rsid w:val="00330905"/>
    <w:rsid w:val="00337DD6"/>
    <w:rsid w:val="00345FBA"/>
    <w:rsid w:val="00352601"/>
    <w:rsid w:val="003605D1"/>
    <w:rsid w:val="00363555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6B98"/>
    <w:rsid w:val="003F78BC"/>
    <w:rsid w:val="00401166"/>
    <w:rsid w:val="00414707"/>
    <w:rsid w:val="00420B07"/>
    <w:rsid w:val="00422AED"/>
    <w:rsid w:val="00424109"/>
    <w:rsid w:val="00437E65"/>
    <w:rsid w:val="00440585"/>
    <w:rsid w:val="004420CA"/>
    <w:rsid w:val="00454472"/>
    <w:rsid w:val="004615AF"/>
    <w:rsid w:val="004642A9"/>
    <w:rsid w:val="004708A0"/>
    <w:rsid w:val="00476F66"/>
    <w:rsid w:val="00485BC3"/>
    <w:rsid w:val="00493921"/>
    <w:rsid w:val="00493DE8"/>
    <w:rsid w:val="004940C8"/>
    <w:rsid w:val="004A5558"/>
    <w:rsid w:val="004A677B"/>
    <w:rsid w:val="004B7256"/>
    <w:rsid w:val="004E4E2C"/>
    <w:rsid w:val="004E6B5B"/>
    <w:rsid w:val="004F5AD7"/>
    <w:rsid w:val="00504591"/>
    <w:rsid w:val="00507B26"/>
    <w:rsid w:val="00513FFC"/>
    <w:rsid w:val="00531CE9"/>
    <w:rsid w:val="00534D9C"/>
    <w:rsid w:val="00542F6E"/>
    <w:rsid w:val="00565749"/>
    <w:rsid w:val="005672FB"/>
    <w:rsid w:val="00574A6F"/>
    <w:rsid w:val="00576711"/>
    <w:rsid w:val="0058333B"/>
    <w:rsid w:val="00592512"/>
    <w:rsid w:val="005950C9"/>
    <w:rsid w:val="00596243"/>
    <w:rsid w:val="005B2428"/>
    <w:rsid w:val="005B6890"/>
    <w:rsid w:val="005B6EF4"/>
    <w:rsid w:val="005B789B"/>
    <w:rsid w:val="005C52D0"/>
    <w:rsid w:val="005D00E9"/>
    <w:rsid w:val="005E132B"/>
    <w:rsid w:val="005E3673"/>
    <w:rsid w:val="005E7824"/>
    <w:rsid w:val="005F5FA8"/>
    <w:rsid w:val="00601E32"/>
    <w:rsid w:val="006117C3"/>
    <w:rsid w:val="006119EA"/>
    <w:rsid w:val="006372A1"/>
    <w:rsid w:val="00642FD7"/>
    <w:rsid w:val="00643DC9"/>
    <w:rsid w:val="006538C0"/>
    <w:rsid w:val="00656479"/>
    <w:rsid w:val="006654C0"/>
    <w:rsid w:val="00667AB7"/>
    <w:rsid w:val="0067481F"/>
    <w:rsid w:val="00674969"/>
    <w:rsid w:val="00676273"/>
    <w:rsid w:val="006815B8"/>
    <w:rsid w:val="006819C0"/>
    <w:rsid w:val="00687EFA"/>
    <w:rsid w:val="006B2590"/>
    <w:rsid w:val="006B26B2"/>
    <w:rsid w:val="006C1F9A"/>
    <w:rsid w:val="006C6642"/>
    <w:rsid w:val="006D2625"/>
    <w:rsid w:val="006E2231"/>
    <w:rsid w:val="006E2C3B"/>
    <w:rsid w:val="006F7041"/>
    <w:rsid w:val="007125E5"/>
    <w:rsid w:val="007245B7"/>
    <w:rsid w:val="00724AA0"/>
    <w:rsid w:val="00730CC8"/>
    <w:rsid w:val="007316F5"/>
    <w:rsid w:val="00734704"/>
    <w:rsid w:val="00741FF1"/>
    <w:rsid w:val="007521B9"/>
    <w:rsid w:val="00760F01"/>
    <w:rsid w:val="00774BC1"/>
    <w:rsid w:val="007800CD"/>
    <w:rsid w:val="00781307"/>
    <w:rsid w:val="007A449F"/>
    <w:rsid w:val="007B22FD"/>
    <w:rsid w:val="007B31DD"/>
    <w:rsid w:val="007D67A1"/>
    <w:rsid w:val="007E3A7F"/>
    <w:rsid w:val="008033CA"/>
    <w:rsid w:val="00803876"/>
    <w:rsid w:val="0081229B"/>
    <w:rsid w:val="00814654"/>
    <w:rsid w:val="008146C1"/>
    <w:rsid w:val="00827180"/>
    <w:rsid w:val="00827A4D"/>
    <w:rsid w:val="00832B78"/>
    <w:rsid w:val="00836363"/>
    <w:rsid w:val="0083637A"/>
    <w:rsid w:val="00845659"/>
    <w:rsid w:val="00845C29"/>
    <w:rsid w:val="00850BFB"/>
    <w:rsid w:val="008528D5"/>
    <w:rsid w:val="00864204"/>
    <w:rsid w:val="00872C05"/>
    <w:rsid w:val="00880FD9"/>
    <w:rsid w:val="00882ED6"/>
    <w:rsid w:val="008A3F06"/>
    <w:rsid w:val="008B372B"/>
    <w:rsid w:val="008B6D7F"/>
    <w:rsid w:val="008C0F53"/>
    <w:rsid w:val="008C4A92"/>
    <w:rsid w:val="008C79A3"/>
    <w:rsid w:val="008D76C9"/>
    <w:rsid w:val="008E302B"/>
    <w:rsid w:val="008E7538"/>
    <w:rsid w:val="008F2F0F"/>
    <w:rsid w:val="00923378"/>
    <w:rsid w:val="009350F6"/>
    <w:rsid w:val="00942946"/>
    <w:rsid w:val="00944B0E"/>
    <w:rsid w:val="009519B1"/>
    <w:rsid w:val="00951EEF"/>
    <w:rsid w:val="00953150"/>
    <w:rsid w:val="009577BD"/>
    <w:rsid w:val="0096057E"/>
    <w:rsid w:val="00967B88"/>
    <w:rsid w:val="0097293D"/>
    <w:rsid w:val="00987C46"/>
    <w:rsid w:val="00992E8C"/>
    <w:rsid w:val="009A2B61"/>
    <w:rsid w:val="009B1C5C"/>
    <w:rsid w:val="009C6284"/>
    <w:rsid w:val="009D1FD9"/>
    <w:rsid w:val="009D4D2A"/>
    <w:rsid w:val="009D540F"/>
    <w:rsid w:val="009D74C4"/>
    <w:rsid w:val="009D7A2C"/>
    <w:rsid w:val="009E2A52"/>
    <w:rsid w:val="009F54F6"/>
    <w:rsid w:val="009F65F8"/>
    <w:rsid w:val="00A34A2E"/>
    <w:rsid w:val="00A505F8"/>
    <w:rsid w:val="00A55470"/>
    <w:rsid w:val="00A568FE"/>
    <w:rsid w:val="00A622C0"/>
    <w:rsid w:val="00A64013"/>
    <w:rsid w:val="00A72977"/>
    <w:rsid w:val="00A754D5"/>
    <w:rsid w:val="00A76A48"/>
    <w:rsid w:val="00A814B5"/>
    <w:rsid w:val="00A81FF5"/>
    <w:rsid w:val="00A821A5"/>
    <w:rsid w:val="00A956E1"/>
    <w:rsid w:val="00AA04D0"/>
    <w:rsid w:val="00AA39B0"/>
    <w:rsid w:val="00AA5C79"/>
    <w:rsid w:val="00AA7014"/>
    <w:rsid w:val="00AA71BE"/>
    <w:rsid w:val="00AB361A"/>
    <w:rsid w:val="00AC0F6D"/>
    <w:rsid w:val="00AD0940"/>
    <w:rsid w:val="00AD0C9A"/>
    <w:rsid w:val="00AE0CF8"/>
    <w:rsid w:val="00AE6AFF"/>
    <w:rsid w:val="00AF0F57"/>
    <w:rsid w:val="00AF4596"/>
    <w:rsid w:val="00AF6D0A"/>
    <w:rsid w:val="00B02BB8"/>
    <w:rsid w:val="00B037CA"/>
    <w:rsid w:val="00B03C92"/>
    <w:rsid w:val="00B16112"/>
    <w:rsid w:val="00B21C2E"/>
    <w:rsid w:val="00B30167"/>
    <w:rsid w:val="00B627F0"/>
    <w:rsid w:val="00B66084"/>
    <w:rsid w:val="00B66351"/>
    <w:rsid w:val="00B724A4"/>
    <w:rsid w:val="00B76581"/>
    <w:rsid w:val="00B76C8F"/>
    <w:rsid w:val="00B85FBE"/>
    <w:rsid w:val="00B92AC1"/>
    <w:rsid w:val="00BB2167"/>
    <w:rsid w:val="00BC572A"/>
    <w:rsid w:val="00BC59CC"/>
    <w:rsid w:val="00BD746D"/>
    <w:rsid w:val="00BE0103"/>
    <w:rsid w:val="00BE53DC"/>
    <w:rsid w:val="00C01AB4"/>
    <w:rsid w:val="00C01F26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520FD"/>
    <w:rsid w:val="00C523FB"/>
    <w:rsid w:val="00C66F57"/>
    <w:rsid w:val="00C807B2"/>
    <w:rsid w:val="00C815E6"/>
    <w:rsid w:val="00C83AF3"/>
    <w:rsid w:val="00C86B1E"/>
    <w:rsid w:val="00C95330"/>
    <w:rsid w:val="00C96F63"/>
    <w:rsid w:val="00CA3A6F"/>
    <w:rsid w:val="00CB03C5"/>
    <w:rsid w:val="00CB3458"/>
    <w:rsid w:val="00CB5009"/>
    <w:rsid w:val="00CC28D3"/>
    <w:rsid w:val="00CE28DA"/>
    <w:rsid w:val="00CE3990"/>
    <w:rsid w:val="00CE5F4C"/>
    <w:rsid w:val="00CF1E53"/>
    <w:rsid w:val="00D02B79"/>
    <w:rsid w:val="00D0535F"/>
    <w:rsid w:val="00D12277"/>
    <w:rsid w:val="00D13805"/>
    <w:rsid w:val="00D14006"/>
    <w:rsid w:val="00D15CF2"/>
    <w:rsid w:val="00D25576"/>
    <w:rsid w:val="00D42623"/>
    <w:rsid w:val="00D6671A"/>
    <w:rsid w:val="00D75982"/>
    <w:rsid w:val="00D910FD"/>
    <w:rsid w:val="00DC2414"/>
    <w:rsid w:val="00DC46AF"/>
    <w:rsid w:val="00DF0006"/>
    <w:rsid w:val="00DF2472"/>
    <w:rsid w:val="00E031DB"/>
    <w:rsid w:val="00E04D01"/>
    <w:rsid w:val="00E06CB4"/>
    <w:rsid w:val="00E15355"/>
    <w:rsid w:val="00E2437A"/>
    <w:rsid w:val="00E24EC2"/>
    <w:rsid w:val="00E55A3B"/>
    <w:rsid w:val="00E57D00"/>
    <w:rsid w:val="00E60291"/>
    <w:rsid w:val="00E70F20"/>
    <w:rsid w:val="00E73CEB"/>
    <w:rsid w:val="00E746A9"/>
    <w:rsid w:val="00E766E9"/>
    <w:rsid w:val="00E969CC"/>
    <w:rsid w:val="00EA221B"/>
    <w:rsid w:val="00EC6E4A"/>
    <w:rsid w:val="00ED5E3E"/>
    <w:rsid w:val="00EF23BE"/>
    <w:rsid w:val="00EF4D4C"/>
    <w:rsid w:val="00F048F4"/>
    <w:rsid w:val="00F049AB"/>
    <w:rsid w:val="00F17702"/>
    <w:rsid w:val="00F22549"/>
    <w:rsid w:val="00F330B8"/>
    <w:rsid w:val="00F332DA"/>
    <w:rsid w:val="00F363C7"/>
    <w:rsid w:val="00F57A2B"/>
    <w:rsid w:val="00F61BF4"/>
    <w:rsid w:val="00F61EE0"/>
    <w:rsid w:val="00F63918"/>
    <w:rsid w:val="00F63E1B"/>
    <w:rsid w:val="00F679DC"/>
    <w:rsid w:val="00F81837"/>
    <w:rsid w:val="00F84036"/>
    <w:rsid w:val="00F876D5"/>
    <w:rsid w:val="00F97D13"/>
    <w:rsid w:val="00FA512D"/>
    <w:rsid w:val="00FB768B"/>
    <w:rsid w:val="00FB792F"/>
    <w:rsid w:val="00FC0F78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1BF51100-D7BF-4C48-9AC7-E7ED55C1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E6A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6AFF"/>
    <w:rPr>
      <w:rFonts w:cs="Vrinda"/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E6A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6AFF"/>
    <w:rPr>
      <w:rFonts w:cs="Vrinda"/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125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25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924D114.dotm</Template>
  <TotalTime>7</TotalTime>
  <Pages>1</Pages>
  <Words>264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倉敷市情報政策課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諸田　亮</dc:creator>
  <cp:keywords/>
  <cp:lastModifiedBy>虫明　由梨枝</cp:lastModifiedBy>
  <cp:revision>10</cp:revision>
  <cp:lastPrinted>2020-06-23T05:59:00Z</cp:lastPrinted>
  <dcterms:created xsi:type="dcterms:W3CDTF">2020-06-22T08:02:00Z</dcterms:created>
  <dcterms:modified xsi:type="dcterms:W3CDTF">2023-04-11T07:27:00Z</dcterms:modified>
</cp:coreProperties>
</file>