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74E" w:rsidRPr="00B76726" w:rsidRDefault="001A074E">
      <w:pPr>
        <w:jc w:val="center"/>
        <w:rPr>
          <w:rFonts w:ascii="ＭＳ 明朝" w:hAnsi="ＭＳ 明朝" w:hint="eastAsia"/>
          <w:sz w:val="28"/>
          <w:szCs w:val="28"/>
        </w:rPr>
      </w:pPr>
      <w:r w:rsidRPr="00B76726">
        <w:rPr>
          <w:rFonts w:ascii="ＭＳ 明朝" w:hAnsi="ＭＳ 明朝" w:hint="eastAsia"/>
          <w:sz w:val="28"/>
          <w:szCs w:val="28"/>
        </w:rPr>
        <w:t>入　所　計　画</w:t>
      </w:r>
    </w:p>
    <w:p w:rsidR="001A074E" w:rsidRPr="00B76726" w:rsidRDefault="001A074E">
      <w:pPr>
        <w:spacing w:beforeLines="50" w:before="145"/>
        <w:rPr>
          <w:rFonts w:ascii="ＭＳ 明朝" w:hAnsi="ＭＳ 明朝" w:hint="eastAsia"/>
          <w:sz w:val="24"/>
        </w:rPr>
      </w:pPr>
      <w:r w:rsidRPr="00B76726">
        <w:rPr>
          <w:rFonts w:ascii="ＭＳ 明朝" w:hAnsi="ＭＳ 明朝" w:hint="eastAsia"/>
          <w:sz w:val="24"/>
        </w:rPr>
        <w:t xml:space="preserve">　</w:t>
      </w:r>
      <w:r w:rsidR="005B5FF1">
        <w:rPr>
          <w:rFonts w:ascii="ＭＳ 明朝" w:hAnsi="ＭＳ 明朝" w:hint="eastAsia"/>
          <w:sz w:val="24"/>
        </w:rPr>
        <w:t>令和</w:t>
      </w:r>
      <w:bookmarkStart w:id="0" w:name="_GoBack"/>
      <w:bookmarkEnd w:id="0"/>
      <w:r w:rsidR="00635BE0" w:rsidRPr="00B76726">
        <w:rPr>
          <w:rFonts w:ascii="ＭＳ 明朝" w:hAnsi="ＭＳ 明朝" w:hint="eastAsia"/>
          <w:sz w:val="24"/>
        </w:rPr>
        <w:t xml:space="preserve">　　年　　月　　日における入所予定者とその入所予定日は次のとおりです</w:t>
      </w:r>
      <w:r w:rsidRPr="00B76726"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4121"/>
        <w:gridCol w:w="2327"/>
        <w:gridCol w:w="2327"/>
      </w:tblGrid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1A074E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住　　　所</w:t>
            </w: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54" w:type="dxa"/>
            <w:vAlign w:val="center"/>
          </w:tcPr>
          <w:p w:rsidR="001A074E" w:rsidRPr="00B76726" w:rsidRDefault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入所予定</w:t>
            </w:r>
            <w:r w:rsidR="001A074E" w:rsidRPr="00B76726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９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１０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１１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１２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１３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１４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１５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１６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１７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635BE0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１８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１９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２０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２１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635BE0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２２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２３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２４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２５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２６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２７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２８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２９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1A074E" w:rsidRPr="00B76726">
        <w:trPr>
          <w:trHeight w:val="405"/>
        </w:trPr>
        <w:tc>
          <w:tcPr>
            <w:tcW w:w="749" w:type="dxa"/>
            <w:vAlign w:val="center"/>
          </w:tcPr>
          <w:p w:rsidR="001A074E" w:rsidRPr="00B76726" w:rsidRDefault="00635BE0" w:rsidP="00635BE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B76726">
              <w:rPr>
                <w:rFonts w:ascii="ＭＳ 明朝" w:hAnsi="ＭＳ 明朝" w:hint="eastAsia"/>
                <w:sz w:val="22"/>
                <w:szCs w:val="22"/>
              </w:rPr>
              <w:t>３０</w:t>
            </w:r>
          </w:p>
        </w:tc>
        <w:tc>
          <w:tcPr>
            <w:tcW w:w="4173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:rsidR="001A074E" w:rsidRPr="00B76726" w:rsidRDefault="001A074E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1A074E" w:rsidRPr="00B76726" w:rsidRDefault="001A074E">
      <w:pPr>
        <w:rPr>
          <w:rFonts w:ascii="ＭＳ 明朝" w:hAnsi="ＭＳ 明朝" w:hint="eastAsia"/>
        </w:rPr>
      </w:pPr>
      <w:r w:rsidRPr="00B76726">
        <w:rPr>
          <w:rFonts w:ascii="ＭＳ 明朝" w:hAnsi="ＭＳ 明朝" w:hint="eastAsia"/>
        </w:rPr>
        <w:t>※　住所欄については</w:t>
      </w:r>
      <w:r w:rsidR="00635BE0" w:rsidRPr="00B76726">
        <w:rPr>
          <w:rFonts w:ascii="ＭＳ 明朝" w:hAnsi="ＭＳ 明朝" w:hint="eastAsia"/>
        </w:rPr>
        <w:t>、</w:t>
      </w:r>
      <w:r w:rsidRPr="00B76726">
        <w:rPr>
          <w:rFonts w:ascii="ＭＳ 明朝" w:hAnsi="ＭＳ 明朝" w:hint="eastAsia"/>
        </w:rPr>
        <w:t>申込時点での住所を記載してください。</w:t>
      </w:r>
    </w:p>
    <w:p w:rsidR="001A074E" w:rsidRPr="00B76726" w:rsidRDefault="001A074E">
      <w:pPr>
        <w:rPr>
          <w:rFonts w:ascii="ＭＳ 明朝" w:hAnsi="ＭＳ 明朝" w:hint="eastAsia"/>
        </w:rPr>
      </w:pPr>
      <w:r w:rsidRPr="00B76726">
        <w:rPr>
          <w:rFonts w:ascii="ＭＳ 明朝" w:hAnsi="ＭＳ 明朝" w:hint="eastAsia"/>
        </w:rPr>
        <w:t>※　欄が不足する場合については追加して記載してください。</w:t>
      </w:r>
    </w:p>
    <w:sectPr w:rsidR="001A074E" w:rsidRPr="00B76726">
      <w:headerReference w:type="default" r:id="rId7"/>
      <w:pgSz w:w="11906" w:h="16838" w:code="9"/>
      <w:pgMar w:top="907" w:right="1134" w:bottom="907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0B3" w:rsidRDefault="005450B3">
      <w:r>
        <w:separator/>
      </w:r>
    </w:p>
  </w:endnote>
  <w:endnote w:type="continuationSeparator" w:id="0">
    <w:p w:rsidR="005450B3" w:rsidRDefault="00545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0B3" w:rsidRDefault="005450B3">
      <w:r>
        <w:separator/>
      </w:r>
    </w:p>
  </w:footnote>
  <w:footnote w:type="continuationSeparator" w:id="0">
    <w:p w:rsidR="005450B3" w:rsidRDefault="00545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74E" w:rsidRDefault="00635BE0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添付書式</w:t>
    </w:r>
    <w:r w:rsidR="001A074E">
      <w:rPr>
        <w:rFonts w:hint="eastAsia"/>
      </w:rPr>
      <w:t>３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A6A64"/>
    <w:multiLevelType w:val="hybridMultilevel"/>
    <w:tmpl w:val="A27A8A8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E0"/>
    <w:rsid w:val="001A074E"/>
    <w:rsid w:val="005450B3"/>
    <w:rsid w:val="005B5FF1"/>
    <w:rsid w:val="00635BE0"/>
    <w:rsid w:val="00867A74"/>
    <w:rsid w:val="00B7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75F904B-6F5E-4F3B-B658-F45CD2B5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FB139A0A.dotm</Template>
  <TotalTime>0</TotalTime>
  <Pages>1</Pages>
  <Words>152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所　計　画</vt:lpstr>
      <vt:lpstr>入　所　計　画</vt:lpstr>
    </vt:vector>
  </TitlesOfParts>
  <Company>千葉県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所　計　画</dc:title>
  <dc:subject/>
  <dc:creator>橋村　和樹</dc:creator>
  <cp:keywords/>
  <dc:description/>
  <cp:lastModifiedBy>橋村　和樹</cp:lastModifiedBy>
  <cp:revision>3</cp:revision>
  <cp:lastPrinted>2011-08-16T01:57:00Z</cp:lastPrinted>
  <dcterms:created xsi:type="dcterms:W3CDTF">2019-12-26T07:50:00Z</dcterms:created>
  <dcterms:modified xsi:type="dcterms:W3CDTF">2019-12-26T07:50:00Z</dcterms:modified>
</cp:coreProperties>
</file>