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D49" w:rsidRDefault="008F0416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58.95pt;margin-top:-57.85pt;width:118.8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31357B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参考様式：</w:t>
                  </w:r>
                  <w:r w:rsidR="00850772"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⑩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840566" w:rsidP="0031357B">
      <w:pPr>
        <w:jc w:val="right"/>
        <w:rPr>
          <w:szCs w:val="21"/>
        </w:rPr>
      </w:pPr>
      <w:r w:rsidRPr="00840566">
        <w:rPr>
          <w:rFonts w:hint="eastAsia"/>
          <w:szCs w:val="21"/>
        </w:rPr>
        <w:t>令和</w:t>
      </w:r>
      <w:r w:rsidR="0031357B" w:rsidRPr="0031357B">
        <w:rPr>
          <w:rFonts w:hint="eastAsia"/>
          <w:szCs w:val="21"/>
        </w:rPr>
        <w:t xml:space="preserve">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left"/>
        <w:rPr>
          <w:szCs w:val="21"/>
        </w:rPr>
      </w:pPr>
      <w:r w:rsidRPr="0031357B">
        <w:rPr>
          <w:rFonts w:hint="eastAsia"/>
          <w:szCs w:val="21"/>
        </w:rPr>
        <w:t xml:space="preserve"> </w:t>
      </w:r>
      <w:r w:rsidR="00840566" w:rsidRPr="00840566">
        <w:rPr>
          <w:rFonts w:hint="eastAsia"/>
          <w:szCs w:val="21"/>
        </w:rPr>
        <w:t>令和</w:t>
      </w:r>
      <w:r w:rsidRPr="0031357B">
        <w:rPr>
          <w:rFonts w:hint="eastAsia"/>
          <w:szCs w:val="21"/>
        </w:rPr>
        <w:t>○○年○月○日に実施された岡山県社会保険労務士会による「労働条件審査」における評価報告書により指摘された事項について、改善の結果を次のとおり報告いたします。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Default="00B62F8F" w:rsidP="00B62F8F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8F0416" w:rsidRDefault="008F0416" w:rsidP="00B62F8F">
            <w:pPr>
              <w:jc w:val="left"/>
              <w:rPr>
                <w:sz w:val="18"/>
                <w:szCs w:val="18"/>
              </w:rPr>
            </w:pPr>
          </w:p>
          <w:p w:rsidR="008F0416" w:rsidRDefault="008F0416" w:rsidP="00B62F8F">
            <w:pPr>
              <w:jc w:val="left"/>
              <w:rPr>
                <w:sz w:val="18"/>
                <w:szCs w:val="18"/>
              </w:rPr>
            </w:pPr>
          </w:p>
          <w:p w:rsidR="008F0416" w:rsidRPr="008F0416" w:rsidRDefault="008F0416" w:rsidP="00B62F8F">
            <w:pPr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障害者雇用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8F0416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テキスト ボックス 3" o:spid="_x0000_s1027" type="#_x0000_t202" style="position:absolute;margin-left:41.7pt;margin-top:-82.4pt;width:118.65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  <v:textbox>
                    <w:txbxContent>
                      <w:p w:rsidR="00850772" w:rsidRPr="00BA2130" w:rsidRDefault="00B62F8F" w:rsidP="0085077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参考様式：</w:t>
                        </w:r>
                        <w:r w:rsidR="00850772"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別紙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⑩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Default="00B62F8F" w:rsidP="00165CBE">
            <w:pPr>
              <w:jc w:val="left"/>
              <w:rPr>
                <w:rFonts w:hint="eastAsia"/>
                <w:sz w:val="18"/>
                <w:szCs w:val="18"/>
              </w:rPr>
            </w:pPr>
          </w:p>
          <w:p w:rsidR="008F0416" w:rsidRDefault="008F0416" w:rsidP="00165CBE">
            <w:pPr>
              <w:jc w:val="left"/>
              <w:rPr>
                <w:sz w:val="18"/>
                <w:szCs w:val="18"/>
              </w:rPr>
            </w:pPr>
          </w:p>
          <w:p w:rsidR="008F0416" w:rsidRDefault="008F0416" w:rsidP="00165CBE">
            <w:pPr>
              <w:jc w:val="left"/>
              <w:rPr>
                <w:sz w:val="18"/>
                <w:szCs w:val="18"/>
              </w:rPr>
            </w:pPr>
          </w:p>
          <w:p w:rsidR="008F0416" w:rsidRDefault="008F0416" w:rsidP="00165CBE">
            <w:pPr>
              <w:jc w:val="left"/>
              <w:rPr>
                <w:sz w:val="18"/>
                <w:szCs w:val="18"/>
              </w:rPr>
            </w:pPr>
          </w:p>
          <w:p w:rsidR="008F0416" w:rsidRPr="008F0416" w:rsidRDefault="008F0416" w:rsidP="00165CBE">
            <w:pPr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rFonts w:hint="eastAsia"/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1743CD" w:rsidRDefault="001743CD" w:rsidP="008F0416">
            <w:pPr>
              <w:jc w:val="left"/>
              <w:rPr>
                <w:szCs w:val="21"/>
              </w:rPr>
            </w:pPr>
            <w:bookmarkStart w:id="0" w:name="_GoBack"/>
            <w:bookmarkEnd w:id="0"/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5D" w:rsidRDefault="0080285D" w:rsidP="00D40162">
      <w:r>
        <w:separator/>
      </w:r>
    </w:p>
  </w:endnote>
  <w:endnote w:type="continuationSeparator" w:id="0">
    <w:p w:rsidR="0080285D" w:rsidRDefault="0080285D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5D" w:rsidRDefault="0080285D" w:rsidP="00D40162">
      <w:r>
        <w:separator/>
      </w:r>
    </w:p>
  </w:footnote>
  <w:footnote w:type="continuationSeparator" w:id="0">
    <w:p w:rsidR="0080285D" w:rsidRDefault="0080285D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17902"/>
    <w:rsid w:val="00047BAD"/>
    <w:rsid w:val="00051086"/>
    <w:rsid w:val="000C32E1"/>
    <w:rsid w:val="000C3A59"/>
    <w:rsid w:val="000C45EF"/>
    <w:rsid w:val="00165CBE"/>
    <w:rsid w:val="001743CD"/>
    <w:rsid w:val="0017704E"/>
    <w:rsid w:val="002E2FF1"/>
    <w:rsid w:val="00300BBB"/>
    <w:rsid w:val="0031357B"/>
    <w:rsid w:val="00365B48"/>
    <w:rsid w:val="003B42D8"/>
    <w:rsid w:val="003E696B"/>
    <w:rsid w:val="00430732"/>
    <w:rsid w:val="004B42D7"/>
    <w:rsid w:val="004C5896"/>
    <w:rsid w:val="004E60A7"/>
    <w:rsid w:val="004F1E4F"/>
    <w:rsid w:val="004F7AB0"/>
    <w:rsid w:val="0057549C"/>
    <w:rsid w:val="005D15C7"/>
    <w:rsid w:val="00642ED4"/>
    <w:rsid w:val="00665BEF"/>
    <w:rsid w:val="006721A9"/>
    <w:rsid w:val="006F1106"/>
    <w:rsid w:val="00775CF2"/>
    <w:rsid w:val="007B1DBF"/>
    <w:rsid w:val="0080285D"/>
    <w:rsid w:val="00840566"/>
    <w:rsid w:val="00850772"/>
    <w:rsid w:val="00897CAC"/>
    <w:rsid w:val="008F0416"/>
    <w:rsid w:val="009838B1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D26BCA"/>
    <w:rsid w:val="00D40162"/>
    <w:rsid w:val="00D40D49"/>
    <w:rsid w:val="00D50B58"/>
    <w:rsid w:val="00D55CBF"/>
    <w:rsid w:val="00DE1E95"/>
    <w:rsid w:val="00E354EC"/>
    <w:rsid w:val="00E94994"/>
    <w:rsid w:val="00EB25DF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7F89B42A-02F5-4E88-AE77-53C2FDDF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AD4A03FC.dotm</Template>
  <TotalTime>38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内田　裕志</cp:lastModifiedBy>
  <cp:revision>9</cp:revision>
  <cp:lastPrinted>2014-06-16T08:26:00Z</cp:lastPrinted>
  <dcterms:created xsi:type="dcterms:W3CDTF">2014-06-17T02:18:00Z</dcterms:created>
  <dcterms:modified xsi:type="dcterms:W3CDTF">2021-06-29T02:50:00Z</dcterms:modified>
</cp:coreProperties>
</file>